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bookmarkStart w:id="0" w:name="_GoBack"/>
      <w:bookmarkEnd w:id="0"/>
      <w:r>
        <w:t>SMLOUVA O DÍLO NA ZHOTOVENÍ STAVBY</w:t>
      </w:r>
      <w:r w:rsidR="00485CE8">
        <w:t xml:space="preserve"> </w:t>
      </w:r>
    </w:p>
    <w:p w14:paraId="7D32551D" w14:textId="47AAA838" w:rsidR="00F422D3" w:rsidRDefault="00F422D3" w:rsidP="00081405">
      <w:pPr>
        <w:pStyle w:val="Titul2"/>
        <w:jc w:val="both"/>
      </w:pPr>
      <w:r>
        <w:t>Název zakázky: „</w:t>
      </w:r>
      <w:r w:rsidR="000E4B02" w:rsidRPr="000E4B02">
        <w:t>Oprava osvětlení v žst. Trutnov střed</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1CF4FEDB" w:rsidR="00D77605" w:rsidRDefault="002E052B" w:rsidP="00081405">
      <w:pPr>
        <w:pStyle w:val="Textbezodsazen"/>
        <w:tabs>
          <w:tab w:val="left" w:pos="1843"/>
        </w:tabs>
        <w:spacing w:after="0"/>
      </w:pPr>
      <w:r>
        <w:t>ev. č. registru VZ:</w:t>
      </w:r>
      <w:r>
        <w:tab/>
      </w:r>
      <w:r w:rsidR="00A62E77">
        <w:t>64022068</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06BC53ED" w:rsidR="00F24489" w:rsidRDefault="00F24489" w:rsidP="00E66752">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A62E77">
        <w:t>64022068</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E66752" w:rsidRPr="00E66752">
        <w:t>Oprava osvětlení v žst. Trutnov střed</w:t>
      </w:r>
      <w:r w:rsidRPr="00E14606">
        <w:t>“</w:t>
      </w:r>
      <w:r w:rsidRPr="00F97DBD">
        <w:t xml:space="preserve"> (dále jen „</w:t>
      </w:r>
      <w:r w:rsidRPr="003F35F3">
        <w:rPr>
          <w:b/>
          <w:bCs/>
        </w:rPr>
        <w:t>Veřejná zakázka</w:t>
      </w:r>
      <w:r w:rsidRPr="00F97DBD">
        <w:t>“)</w:t>
      </w:r>
      <w:r>
        <w:t>.</w:t>
      </w:r>
      <w:r w:rsidRPr="00F97DBD">
        <w:t xml:space="preserve"> Na</w:t>
      </w:r>
      <w:r w:rsidR="00C3257D">
        <w:t> </w:t>
      </w:r>
      <w:r w:rsidRPr="00F97DBD">
        <w:t>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597F47">
        <w:t>Rozpis Ceny Díla dle jednotlivých položek je uveden v Příloze č. 4 této Smlouvy.</w:t>
      </w:r>
    </w:p>
    <w:p w14:paraId="5F7F2D80" w14:textId="64746B9F" w:rsidR="00F24489" w:rsidRPr="000E4B02"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 xml:space="preserve">o domáhat se obnovení jednání </w:t>
      </w:r>
      <w:r w:rsidR="00805BFF" w:rsidRPr="000E4B02">
        <w:t>o </w:t>
      </w:r>
      <w:r w:rsidRPr="000E4B02">
        <w:t>Smlouvě ani zvýšení Ceny za Dílo ani zrušení Smlouvy.</w:t>
      </w:r>
    </w:p>
    <w:p w14:paraId="2D017486" w14:textId="77777777" w:rsidR="00F24489" w:rsidRPr="000E4B02" w:rsidRDefault="00F24489" w:rsidP="00081405">
      <w:pPr>
        <w:pStyle w:val="Text1-1"/>
      </w:pPr>
      <w:r w:rsidRPr="000E4B0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E4B02">
        <w:rPr>
          <w:rStyle w:val="OdstavecsmlouvyChar"/>
          <w:rFonts w:eastAsiaTheme="minorHAnsi"/>
        </w:rPr>
        <w:t xml:space="preserve"> </w:t>
      </w:r>
      <w:r w:rsidRPr="000E4B02">
        <w:t xml:space="preserve">režim přenesení daňové povinnosti dle </w:t>
      </w:r>
      <w:proofErr w:type="spellStart"/>
      <w:r w:rsidRPr="000E4B02">
        <w:t>ust</w:t>
      </w:r>
      <w:proofErr w:type="spellEnd"/>
      <w:r w:rsidRPr="000E4B02">
        <w:t xml:space="preserve">. § 92a, zákona č. 235/2004 Sb., o dani z přidané hodnoty, ve znění pozdějších předpisů (dále jen „zákona o DPH“), osobou povinnou k dani dle </w:t>
      </w:r>
      <w:proofErr w:type="spellStart"/>
      <w:r w:rsidRPr="000E4B02">
        <w:t>ust</w:t>
      </w:r>
      <w:proofErr w:type="spellEnd"/>
      <w:r w:rsidRPr="000E4B02">
        <w:t xml:space="preserve">. § 5 odst. 1 zákona o DPH, neboť přijatá plnění použije pro svou ekonomickou činnost, a je tedy osobou povinnou přiznat a zaplatit DPH dle </w:t>
      </w:r>
      <w:proofErr w:type="spellStart"/>
      <w:r w:rsidRPr="000E4B02">
        <w:t>ust</w:t>
      </w:r>
      <w:proofErr w:type="spellEnd"/>
      <w:r w:rsidRPr="000E4B02">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018B7B06" w:rsidR="00F24489" w:rsidRPr="00F24489" w:rsidRDefault="00F24489" w:rsidP="00081405">
      <w:pPr>
        <w:pStyle w:val="Textbezslovn"/>
        <w:rPr>
          <w:b/>
        </w:rPr>
      </w:pPr>
      <w:r w:rsidRPr="00F24489">
        <w:rPr>
          <w:b/>
        </w:rPr>
        <w:t xml:space="preserve">Celková lhůta pro dokončení Díla činí </w:t>
      </w:r>
      <w:r w:rsidRPr="004964BB">
        <w:rPr>
          <w:b/>
        </w:rPr>
        <w:t xml:space="preserve">celkem </w:t>
      </w:r>
      <w:r w:rsidR="004964BB" w:rsidRPr="004964BB">
        <w:rPr>
          <w:b/>
        </w:rPr>
        <w:t>1</w:t>
      </w:r>
      <w:r w:rsidR="00135DFF">
        <w:rPr>
          <w:b/>
        </w:rPr>
        <w:t>0</w:t>
      </w:r>
      <w:r w:rsidR="004964BB" w:rsidRPr="004964BB">
        <w:rPr>
          <w:b/>
        </w:rPr>
        <w:t xml:space="preserve"> </w:t>
      </w:r>
      <w:r w:rsidRPr="004964BB">
        <w:rPr>
          <w:b/>
        </w:rPr>
        <w:t>měsíců ode Dne zahájení stavebních prací (dokladem prokazujícím, že Zh</w:t>
      </w:r>
      <w:r w:rsidR="00805BFF" w:rsidRPr="004964BB">
        <w:rPr>
          <w:b/>
        </w:rPr>
        <w:t>otovitel</w:t>
      </w:r>
      <w:r w:rsidR="00805BFF">
        <w:rPr>
          <w:b/>
        </w:rPr>
        <w:t xml:space="preserve"> dokončil celé Dílo, je </w:t>
      </w:r>
      <w:r w:rsidRPr="00F24489">
        <w:rPr>
          <w:b/>
        </w:rPr>
        <w:t>Předávací protokol dle odst. 10.4 Obchodních podmínek).</w:t>
      </w:r>
    </w:p>
    <w:p w14:paraId="3183DE99" w14:textId="12044262" w:rsidR="00F24489" w:rsidRDefault="00F24489" w:rsidP="00081405">
      <w:pPr>
        <w:pStyle w:val="Textbezslovn"/>
      </w:pPr>
      <w:r w:rsidRPr="00F97DBD">
        <w:t xml:space="preserve">Lhůta pro dokončení stavebních prací činí </w:t>
      </w:r>
      <w:r w:rsidRPr="004964BB">
        <w:t xml:space="preserve">celkem </w:t>
      </w:r>
      <w:r w:rsidR="00135DFF">
        <w:rPr>
          <w:b/>
        </w:rPr>
        <w:t>8 m</w:t>
      </w:r>
      <w:r w:rsidRPr="004964BB">
        <w:rPr>
          <w:b/>
        </w:rPr>
        <w:t>ěsíců</w:t>
      </w:r>
      <w:r w:rsidRPr="004964BB">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3C79305F"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4964BB">
        <w:rPr>
          <w:b/>
        </w:rPr>
        <w:t>2</w:t>
      </w:r>
      <w:r w:rsidRPr="001B6480">
        <w:rPr>
          <w:b/>
        </w:rPr>
        <w:t xml:space="preserve"> měsíců</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0B70EA2B" w:rsidR="00F24489" w:rsidRDefault="00F24489" w:rsidP="00081405">
      <w:pPr>
        <w:pStyle w:val="Text1-1"/>
      </w:pPr>
      <w:r w:rsidRPr="00F97DBD">
        <w:lastRenderedPageBreak/>
        <w:t>Místo plnění je dáno místem, v </w:t>
      </w:r>
      <w:r w:rsidRPr="004964BB">
        <w:t xml:space="preserve">němž má být Dílo dle Dokumentace pro stavební povolení a příslušných veřejnoprávních povolení </w:t>
      </w:r>
      <w:r w:rsidRPr="00F97DBD">
        <w:t>umístěno.</w:t>
      </w:r>
    </w:p>
    <w:p w14:paraId="75613D22" w14:textId="2765B1D0" w:rsidR="00F24489" w:rsidRPr="004964BB" w:rsidRDefault="00A6430A" w:rsidP="00081405">
      <w:pPr>
        <w:pStyle w:val="Text1-1"/>
      </w:pPr>
      <w:r>
        <w:t>Neobsazeno.</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5574B985"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w:t>
      </w:r>
      <w:r w:rsidR="004964BB">
        <w:t xml:space="preserve">h podmínek, ustanovení čl. 14, </w:t>
      </w:r>
      <w:r w:rsidRPr="00BA17AE">
        <w:t>čl. 15, čl. 20.19 a čl. 21.1.3 Obchodních podmínek se tedy nepoužije.</w:t>
      </w:r>
    </w:p>
    <w:p w14:paraId="785E81FC" w14:textId="219CAFDD" w:rsidR="00214C3E" w:rsidRPr="004964BB" w:rsidRDefault="00214C3E" w:rsidP="004964BB">
      <w:pPr>
        <w:pStyle w:val="Text1-1"/>
      </w:pPr>
      <w:r w:rsidRPr="004964BB">
        <w:t>Při realizaci Díla nejsou plánovány výluky. Pokud z důvodů na straně Zhotovitele bude nutné výluku realizovat, dohodly se Smluvní strany, že na takovouto výluku se uplatní ustanovení  odst. 3.15 a v odst. 3.17 Obchodních podmínek.</w:t>
      </w:r>
    </w:p>
    <w:p w14:paraId="5CAD9F79" w14:textId="77777777" w:rsidR="00214C3E" w:rsidRDefault="00214C3E" w:rsidP="0008140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lastRenderedPageBreak/>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 xml:space="preserve">zadávacím řízení prostřednictvím původního Poddodavatele; nezbytnou podmínkou pro změnu Poddodavatele, jehož podíl na provádění Díla je </w:t>
      </w:r>
      <w:r w:rsidRPr="00C021E1">
        <w:t>alesp</w:t>
      </w:r>
      <w:r w:rsidR="00805BFF" w:rsidRPr="00C021E1">
        <w:t>oň 10 % ze Smluvní ceny, je, že </w:t>
      </w:r>
      <w:r w:rsidRPr="00C021E1">
        <w:t xml:space="preserve">Zhotovitel jako součást žádosti o schválení předloží pro takto nově schvalovaného </w:t>
      </w:r>
      <w:r w:rsidRPr="006E01FB">
        <w:t>Poddodavatele kopie dokladů, jimiž prokáže, že tento nový Poddodavatel splňuje základní a profesní způsobilost minimálně v rozsahu, v jakém byla prokázána v</w:t>
      </w:r>
      <w:r w:rsidR="00480470" w:rsidRPr="006E01FB">
        <w:t> </w:t>
      </w:r>
      <w:r w:rsidRPr="006E01FB">
        <w:t>zadávacím řízení prostřednictvím původního Poddodavatele. V</w:t>
      </w:r>
      <w:r w:rsidR="00EF33B0" w:rsidRPr="006E01FB">
        <w:t> </w:t>
      </w:r>
      <w:r w:rsidRPr="006E01FB">
        <w:t>případě, že si Objednatel vyžádá předložení originálů nebo úředně ověřených kopií dokladů předložených dle tohoto bodu,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6C72C023" w:rsidR="00214C3E" w:rsidRPr="006E01FB" w:rsidRDefault="00214C3E" w:rsidP="006E01FB">
      <w:pPr>
        <w:pStyle w:val="Text1-1"/>
      </w:pPr>
      <w:r w:rsidRPr="006E01FB">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lastRenderedPageBreak/>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lastRenderedPageBreak/>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lastRenderedPageBreak/>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 xml:space="preserve">Zhotovitel je povinen umožnit TDS nebo TDS či objednatelem pověřené osobě nahlédnout do evidence zapojení znevýhodněných osob. Zhotovitel dokládá vždy </w:t>
      </w:r>
      <w:r>
        <w:rPr>
          <w:rStyle w:val="Tun"/>
          <w:b w:val="0"/>
        </w:rPr>
        <w:lastRenderedPageBreak/>
        <w:t>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 xml:space="preserve">Smlouvě uvedeno jinak. Pokud dojde ke změně v osobě Zhotovitele následkem právního nástupnictví v souvislosti s přeměnou Zhotovitele, jeho smrtí nebo převodem jeho </w:t>
      </w:r>
      <w:r w:rsidRPr="00073B97">
        <w:lastRenderedPageBreak/>
        <w:t>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A4A8536" w:rsidR="00C7481D" w:rsidRPr="00516813" w:rsidRDefault="00C7481D" w:rsidP="00FE2E49">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 xml:space="preserve">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373635E4" w:rsidR="00214C3E" w:rsidRPr="00F97DBD" w:rsidRDefault="00214C3E" w:rsidP="006E01FB">
            <w:pPr>
              <w:pStyle w:val="Textbezslovn"/>
              <w:jc w:val="left"/>
            </w:pPr>
            <w:r w:rsidRPr="00F97DBD">
              <w:t xml:space="preserve">c) Zvláštní technické podmínky </w:t>
            </w:r>
            <w:r w:rsidR="00C72129">
              <w:t>ze dne</w:t>
            </w:r>
            <w:r w:rsidR="006E01FB">
              <w:t xml:space="preserve">  29. 11.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A62E77"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7BB9832A" w:rsidR="00940F66" w:rsidRDefault="00940F66" w:rsidP="00081405">
      <w:pPr>
        <w:pStyle w:val="Odstavec1-1a"/>
        <w:numPr>
          <w:ilvl w:val="0"/>
          <w:numId w:val="16"/>
        </w:numPr>
        <w:rPr>
          <w:b/>
        </w:rPr>
      </w:pPr>
      <w:r>
        <w:rPr>
          <w:b/>
        </w:rPr>
        <w:t>Zvláštní technické podmínky ze dne</w:t>
      </w:r>
      <w:r w:rsidR="00236CEB">
        <w:rPr>
          <w:b/>
        </w:rPr>
        <w:t xml:space="preserve"> </w:t>
      </w:r>
      <w:r w:rsidR="006E01FB">
        <w:rPr>
          <w:b/>
        </w:rPr>
        <w:t>29. 11. 2022</w:t>
      </w:r>
    </w:p>
    <w:p w14:paraId="0D227D88" w14:textId="144D3CFE" w:rsidR="00940F66" w:rsidRPr="00723836" w:rsidRDefault="00940F66" w:rsidP="00081405">
      <w:pPr>
        <w:pStyle w:val="Odstavec1-1a"/>
        <w:numPr>
          <w:ilvl w:val="0"/>
          <w:numId w:val="0"/>
        </w:numPr>
        <w:tabs>
          <w:tab w:val="left" w:pos="708"/>
        </w:tabs>
        <w:ind w:left="1077"/>
        <w:rPr>
          <w:rFonts w:cs="Arial"/>
          <w:lang w:eastAsia="ja-JP"/>
        </w:rPr>
      </w:pP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71CB7A28" w14:textId="77777777" w:rsidR="00E9697F" w:rsidRPr="006E01FB" w:rsidRDefault="00E9697F" w:rsidP="00081405">
      <w:pPr>
        <w:pStyle w:val="Odrka1-2-"/>
        <w:numPr>
          <w:ilvl w:val="1"/>
          <w:numId w:val="17"/>
        </w:numPr>
        <w:rPr>
          <w:b/>
        </w:rPr>
      </w:pPr>
      <w:r w:rsidRPr="006E01FB">
        <w:rPr>
          <w:b/>
        </w:rPr>
        <w:t>Projektová dokumentace stavby</w:t>
      </w:r>
    </w:p>
    <w:p w14:paraId="261A3B15" w14:textId="476CF759" w:rsidR="00E9697F" w:rsidRDefault="00E9697F" w:rsidP="00081405">
      <w:pPr>
        <w:pStyle w:val="Odrka1-2-"/>
        <w:numPr>
          <w:ilvl w:val="0"/>
          <w:numId w:val="0"/>
        </w:numPr>
        <w:tabs>
          <w:tab w:val="left" w:pos="708"/>
        </w:tabs>
        <w:ind w:left="1531"/>
      </w:pPr>
      <w:r w:rsidRPr="006E01FB">
        <w:t>Součástí smlouvy je projektová dokumentace s</w:t>
      </w:r>
      <w:r w:rsidR="00805BFF" w:rsidRPr="006E01FB">
        <w:t>tavby, která byla uveřejněna na </w:t>
      </w:r>
      <w:r w:rsidRPr="006E01FB">
        <w:t>profilu zadavatele jako součást zadávací dokumentace.</w:t>
      </w:r>
    </w:p>
    <w:p w14:paraId="3A59F74F" w14:textId="11DE6E76" w:rsidR="00E66752" w:rsidRDefault="00E66752" w:rsidP="00081405">
      <w:pPr>
        <w:pStyle w:val="Odrka1-2-"/>
        <w:numPr>
          <w:ilvl w:val="0"/>
          <w:numId w:val="0"/>
        </w:numPr>
        <w:tabs>
          <w:tab w:val="left" w:pos="708"/>
        </w:tabs>
        <w:ind w:left="1531"/>
      </w:pPr>
    </w:p>
    <w:p w14:paraId="49926DBE" w14:textId="77777777" w:rsidR="00E66752" w:rsidRPr="00236CEB" w:rsidRDefault="00E66752" w:rsidP="00E66752">
      <w:pPr>
        <w:pStyle w:val="Odrka1-2-"/>
        <w:rPr>
          <w:b/>
          <w:highlight w:val="green"/>
        </w:rPr>
      </w:pPr>
      <w:r w:rsidRPr="00236CEB">
        <w:rPr>
          <w:b/>
          <w:highlight w:val="green"/>
        </w:rPr>
        <w:t>Stavební povolení pro stavbu dráhy</w:t>
      </w:r>
      <w:r>
        <w:rPr>
          <w:b/>
          <w:highlight w:val="green"/>
        </w:rPr>
        <w:t xml:space="preserve"> </w:t>
      </w:r>
      <w:r w:rsidRPr="00236CEB">
        <w:rPr>
          <w:highlight w:val="green"/>
        </w:rPr>
        <w:t>„</w:t>
      </w:r>
      <w:r>
        <w:rPr>
          <w:highlight w:val="green"/>
        </w:rPr>
        <w:t xml:space="preserve">název“ ze dne </w:t>
      </w:r>
      <w:proofErr w:type="spellStart"/>
      <w:r>
        <w:rPr>
          <w:highlight w:val="green"/>
        </w:rPr>
        <w:t>xx</w:t>
      </w:r>
      <w:proofErr w:type="spellEnd"/>
      <w:r>
        <w:rPr>
          <w:highlight w:val="green"/>
        </w:rPr>
        <w:t xml:space="preserve">. x. </w:t>
      </w:r>
      <w:proofErr w:type="spellStart"/>
      <w:r>
        <w:rPr>
          <w:highlight w:val="green"/>
        </w:rPr>
        <w:t>xxxx</w:t>
      </w:r>
      <w:proofErr w:type="spellEnd"/>
      <w:r>
        <w:rPr>
          <w:highlight w:val="green"/>
        </w:rPr>
        <w:t xml:space="preserve">, č. j.: </w:t>
      </w:r>
      <w:proofErr w:type="spellStart"/>
      <w:r>
        <w:rPr>
          <w:highlight w:val="green"/>
        </w:rPr>
        <w:t>xxx</w:t>
      </w:r>
      <w:proofErr w:type="spellEnd"/>
      <w:r>
        <w:rPr>
          <w:highlight w:val="green"/>
        </w:rPr>
        <w:t xml:space="preserve">, </w:t>
      </w:r>
      <w:proofErr w:type="spellStart"/>
      <w:r>
        <w:rPr>
          <w:highlight w:val="green"/>
        </w:rPr>
        <w:t>sp</w:t>
      </w:r>
      <w:proofErr w:type="spellEnd"/>
      <w:r>
        <w:rPr>
          <w:highlight w:val="green"/>
        </w:rPr>
        <w:t xml:space="preserve">. zn.: </w:t>
      </w:r>
      <w:proofErr w:type="spellStart"/>
      <w:r>
        <w:rPr>
          <w:highlight w:val="green"/>
        </w:rPr>
        <w:t>xxx</w:t>
      </w:r>
      <w:proofErr w:type="spellEnd"/>
      <w:r>
        <w:rPr>
          <w:highlight w:val="green"/>
        </w:rPr>
        <w:t xml:space="preserve">, vydané </w:t>
      </w:r>
      <w:proofErr w:type="spellStart"/>
      <w:r>
        <w:rPr>
          <w:highlight w:val="green"/>
        </w:rPr>
        <w:t>xxx</w:t>
      </w:r>
      <w:proofErr w:type="spellEnd"/>
      <w:r>
        <w:rPr>
          <w:highlight w:val="green"/>
        </w:rPr>
        <w:t xml:space="preserve">, sekce </w:t>
      </w:r>
      <w:proofErr w:type="spellStart"/>
      <w:r>
        <w:rPr>
          <w:highlight w:val="green"/>
        </w:rPr>
        <w:t>xxx</w:t>
      </w:r>
      <w:proofErr w:type="spellEnd"/>
      <w:r>
        <w:rPr>
          <w:highlight w:val="green"/>
        </w:rPr>
        <w:t xml:space="preserve">, </w:t>
      </w:r>
      <w:r w:rsidRPr="005A05B1">
        <w:rPr>
          <w:highlight w:val="green"/>
        </w:rPr>
        <w:t>územní</w:t>
      </w:r>
      <w:r w:rsidRPr="001D6818">
        <w:rPr>
          <w:highlight w:val="green"/>
        </w:rPr>
        <w:t xml:space="preserve"> </w:t>
      </w:r>
      <w:r>
        <w:rPr>
          <w:highlight w:val="green"/>
        </w:rPr>
        <w:t xml:space="preserve">odbor </w:t>
      </w:r>
      <w:proofErr w:type="spellStart"/>
      <w:r>
        <w:rPr>
          <w:highlight w:val="green"/>
        </w:rPr>
        <w:t>xxx</w:t>
      </w:r>
      <w:proofErr w:type="spellEnd"/>
    </w:p>
    <w:p w14:paraId="39C8E36D" w14:textId="254E23FC" w:rsidR="00236CEB" w:rsidRDefault="00236CEB" w:rsidP="00081405">
      <w:pPr>
        <w:pStyle w:val="Odrka1-2-"/>
        <w:numPr>
          <w:ilvl w:val="0"/>
          <w:numId w:val="0"/>
        </w:numPr>
        <w:tabs>
          <w:tab w:val="left" w:pos="708"/>
        </w:tabs>
        <w:ind w:left="1531"/>
      </w:pPr>
    </w:p>
    <w:p w14:paraId="1598CA37" w14:textId="64142876" w:rsidR="00EF09AF" w:rsidRDefault="00953A17" w:rsidP="00081405">
      <w:pPr>
        <w:pStyle w:val="Odrka1-2-"/>
        <w:numPr>
          <w:ilvl w:val="0"/>
          <w:numId w:val="0"/>
        </w:numPr>
        <w:tabs>
          <w:tab w:val="left" w:pos="708"/>
        </w:tabs>
        <w:ind w:left="1531"/>
      </w:pPr>
      <w:r w:rsidRPr="008747EF">
        <w:rPr>
          <w:highlight w:val="green"/>
        </w:rPr>
        <w:t xml:space="preserve">Datum, č. j. a </w:t>
      </w:r>
      <w:proofErr w:type="spellStart"/>
      <w:r w:rsidRPr="008747EF">
        <w:rPr>
          <w:highlight w:val="green"/>
        </w:rPr>
        <w:t>sp</w:t>
      </w:r>
      <w:proofErr w:type="spellEnd"/>
      <w:r w:rsidRPr="008747EF">
        <w:rPr>
          <w:highlight w:val="green"/>
        </w:rPr>
        <w:t>. zn. bude doplněno před zadáním veřejné zakázky. Stavební povolení bude předáno bez zbytečného odkladu před podpisem smlouvy vítěznému účastníkovi.</w:t>
      </w:r>
    </w:p>
    <w:p w14:paraId="203D1861" w14:textId="2F50241A" w:rsidR="006E01FB" w:rsidRDefault="006E01FB">
      <w:r>
        <w:br w:type="page"/>
      </w:r>
    </w:p>
    <w:p w14:paraId="72D15AF2" w14:textId="77777777" w:rsidR="00E463D2" w:rsidRPr="00F97DBD" w:rsidRDefault="00E463D2" w:rsidP="00081405">
      <w:pPr>
        <w:pStyle w:val="Nadpisbezsl1-1"/>
        <w:jc w:val="both"/>
      </w:pPr>
      <w:r w:rsidRPr="00F97DBD">
        <w:lastRenderedPageBreak/>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680E770D" w14:textId="77777777" w:rsidR="00642CC8" w:rsidRPr="00FF5B9B" w:rsidRDefault="00642CC8" w:rsidP="00642CC8">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642CC8" w:rsidRPr="00165A92" w14:paraId="332E29F3"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FA1F8B" w14:textId="77777777" w:rsidR="00642CC8" w:rsidRPr="008D59AA" w:rsidRDefault="00642CC8" w:rsidP="00896CE8">
            <w:pPr>
              <w:pStyle w:val="Tabulka"/>
              <w:rPr>
                <w:rStyle w:val="Nadpisvtabulce"/>
              </w:rPr>
            </w:pPr>
            <w:r w:rsidRPr="008D59AA">
              <w:rPr>
                <w:rStyle w:val="Nadpisvtabulce"/>
              </w:rPr>
              <w:t>Jméno a příjmení</w:t>
            </w:r>
          </w:p>
        </w:tc>
        <w:tc>
          <w:tcPr>
            <w:tcW w:w="5812" w:type="dxa"/>
          </w:tcPr>
          <w:p w14:paraId="4F98C799" w14:textId="77777777" w:rsidR="00642CC8" w:rsidRPr="00F609A6" w:rsidRDefault="00642CC8" w:rsidP="00896CE8">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Mgr. Josef Dolejší</w:t>
            </w:r>
          </w:p>
        </w:tc>
      </w:tr>
      <w:tr w:rsidR="00642CC8" w:rsidRPr="00165A92" w14:paraId="1F165761"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0D0C224D" w14:textId="77777777" w:rsidR="00642CC8" w:rsidRPr="00165A92" w:rsidRDefault="00642CC8" w:rsidP="00896CE8">
            <w:pPr>
              <w:pStyle w:val="Tabulka"/>
            </w:pPr>
            <w:r w:rsidRPr="00165A92">
              <w:t>Adresa</w:t>
            </w:r>
          </w:p>
        </w:tc>
        <w:tc>
          <w:tcPr>
            <w:tcW w:w="5812" w:type="dxa"/>
          </w:tcPr>
          <w:p w14:paraId="258CA157" w14:textId="3B9EE5D9"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 SEE Hradec Králové</w:t>
            </w:r>
          </w:p>
        </w:tc>
      </w:tr>
      <w:tr w:rsidR="00642CC8" w:rsidRPr="00165A92" w14:paraId="33DA454B"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3722F6BC" w14:textId="77777777" w:rsidR="00642CC8" w:rsidRPr="00165A92" w:rsidRDefault="00642CC8" w:rsidP="00896CE8">
            <w:pPr>
              <w:pStyle w:val="Tabulka"/>
            </w:pPr>
            <w:r w:rsidRPr="00165A92">
              <w:t>E-mail</w:t>
            </w:r>
          </w:p>
        </w:tc>
        <w:tc>
          <w:tcPr>
            <w:tcW w:w="5812" w:type="dxa"/>
          </w:tcPr>
          <w:p w14:paraId="5360639C" w14:textId="77777777"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DolejsiJ@spravazeleznic.cz</w:t>
            </w:r>
          </w:p>
        </w:tc>
      </w:tr>
      <w:tr w:rsidR="00642CC8" w:rsidRPr="00165A92" w14:paraId="29CA40B1"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57A11E1E" w14:textId="77777777" w:rsidR="00642CC8" w:rsidRPr="00165A92" w:rsidRDefault="00642CC8" w:rsidP="00896CE8">
            <w:pPr>
              <w:pStyle w:val="Tabulka"/>
            </w:pPr>
            <w:r w:rsidRPr="00165A92">
              <w:t>Telefon</w:t>
            </w:r>
          </w:p>
        </w:tc>
        <w:tc>
          <w:tcPr>
            <w:tcW w:w="5812" w:type="dxa"/>
          </w:tcPr>
          <w:p w14:paraId="5B0D56DD" w14:textId="77777777"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972 322 999</w:t>
            </w:r>
          </w:p>
        </w:tc>
      </w:tr>
    </w:tbl>
    <w:p w14:paraId="4F208910" w14:textId="77777777" w:rsidR="00642CC8" w:rsidRDefault="00642CC8" w:rsidP="00642CC8">
      <w:pPr>
        <w:pStyle w:val="Textbezodsazen"/>
      </w:pPr>
    </w:p>
    <w:p w14:paraId="2E36FE95" w14:textId="77777777" w:rsidR="00642CC8" w:rsidRPr="00FF5B9B" w:rsidRDefault="00642CC8" w:rsidP="00642CC8">
      <w:pPr>
        <w:pStyle w:val="Nadpistabulky"/>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(zástupce)</w:t>
      </w:r>
    </w:p>
    <w:tbl>
      <w:tblPr>
        <w:tblStyle w:val="Mkatabulky"/>
        <w:tblW w:w="8868" w:type="dxa"/>
        <w:tblLayout w:type="fixed"/>
        <w:tblLook w:val="04A0" w:firstRow="1" w:lastRow="0" w:firstColumn="1" w:lastColumn="0" w:noHBand="0" w:noVBand="1"/>
      </w:tblPr>
      <w:tblGrid>
        <w:gridCol w:w="3056"/>
        <w:gridCol w:w="5812"/>
      </w:tblGrid>
      <w:tr w:rsidR="00642CC8" w:rsidRPr="00165A92" w14:paraId="57626A70"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D176D2" w14:textId="77777777" w:rsidR="00642CC8" w:rsidRPr="008D59AA" w:rsidRDefault="00642CC8" w:rsidP="00896CE8">
            <w:pPr>
              <w:pStyle w:val="Tabulka"/>
              <w:rPr>
                <w:rStyle w:val="Nadpisvtabulce"/>
              </w:rPr>
            </w:pPr>
            <w:r w:rsidRPr="008D59AA">
              <w:rPr>
                <w:rStyle w:val="Nadpisvtabulce"/>
              </w:rPr>
              <w:t>Jméno a příjmení</w:t>
            </w:r>
          </w:p>
        </w:tc>
        <w:tc>
          <w:tcPr>
            <w:tcW w:w="5812" w:type="dxa"/>
          </w:tcPr>
          <w:p w14:paraId="14C7FDDB" w14:textId="77777777" w:rsidR="00642CC8" w:rsidRPr="00F609A6" w:rsidRDefault="00642CC8" w:rsidP="00896CE8">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Martin Černý</w:t>
            </w:r>
          </w:p>
        </w:tc>
      </w:tr>
      <w:tr w:rsidR="00642CC8" w:rsidRPr="00165A92" w14:paraId="702C601E"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759A2725" w14:textId="77777777" w:rsidR="00642CC8" w:rsidRPr="00165A92" w:rsidRDefault="00642CC8" w:rsidP="00896CE8">
            <w:pPr>
              <w:pStyle w:val="Tabulka"/>
            </w:pPr>
            <w:r w:rsidRPr="00165A92">
              <w:t>Adresa</w:t>
            </w:r>
          </w:p>
        </w:tc>
        <w:tc>
          <w:tcPr>
            <w:tcW w:w="5812" w:type="dxa"/>
          </w:tcPr>
          <w:p w14:paraId="35DCBC30" w14:textId="1CA976C7"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 SEE Hradec Králové</w:t>
            </w:r>
          </w:p>
        </w:tc>
      </w:tr>
      <w:tr w:rsidR="00642CC8" w:rsidRPr="00165A92" w14:paraId="73EC5FFC"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71704134" w14:textId="77777777" w:rsidR="00642CC8" w:rsidRPr="00165A92" w:rsidRDefault="00642CC8" w:rsidP="00896CE8">
            <w:pPr>
              <w:pStyle w:val="Tabulka"/>
            </w:pPr>
            <w:r w:rsidRPr="00165A92">
              <w:t>E-mail</w:t>
            </w:r>
          </w:p>
        </w:tc>
        <w:tc>
          <w:tcPr>
            <w:tcW w:w="5812" w:type="dxa"/>
          </w:tcPr>
          <w:p w14:paraId="7A824DB7" w14:textId="77777777"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CernyMa@spravazeleznic.cz</w:t>
            </w:r>
          </w:p>
        </w:tc>
      </w:tr>
      <w:tr w:rsidR="00642CC8" w:rsidRPr="00165A92" w14:paraId="401A6A5F"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4E2B4626" w14:textId="77777777" w:rsidR="00642CC8" w:rsidRPr="00165A92" w:rsidRDefault="00642CC8" w:rsidP="00896CE8">
            <w:pPr>
              <w:pStyle w:val="Tabulka"/>
            </w:pPr>
            <w:r w:rsidRPr="00165A92">
              <w:t>Telefon</w:t>
            </w:r>
          </w:p>
        </w:tc>
        <w:tc>
          <w:tcPr>
            <w:tcW w:w="5812" w:type="dxa"/>
          </w:tcPr>
          <w:p w14:paraId="6D2F0687" w14:textId="77777777" w:rsidR="00642CC8" w:rsidRPr="00566D66" w:rsidRDefault="00642CC8" w:rsidP="00896CE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972 322 819</w:t>
            </w:r>
          </w:p>
        </w:tc>
      </w:tr>
    </w:tbl>
    <w:p w14:paraId="506F85C5" w14:textId="77777777" w:rsidR="00642CC8" w:rsidRPr="00165A92" w:rsidRDefault="00642CC8" w:rsidP="00642CC8">
      <w:pPr>
        <w:pStyle w:val="Textbezodsazen"/>
      </w:pPr>
    </w:p>
    <w:p w14:paraId="616BA670" w14:textId="77777777" w:rsidR="00642CC8" w:rsidRPr="00165A92" w:rsidRDefault="00642CC8" w:rsidP="00642CC8">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42CC8" w:rsidRPr="00165A92" w14:paraId="6E2B42A9"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DD08A6" w14:textId="77777777" w:rsidR="00642CC8" w:rsidRPr="008D59AA" w:rsidRDefault="00642CC8" w:rsidP="00896CE8">
            <w:pPr>
              <w:pStyle w:val="Tabulka"/>
              <w:rPr>
                <w:rStyle w:val="Nadpisvtabulce"/>
              </w:rPr>
            </w:pPr>
            <w:r w:rsidRPr="008D59AA">
              <w:rPr>
                <w:rStyle w:val="Nadpisvtabulce"/>
              </w:rPr>
              <w:t>Jméno a příjmení</w:t>
            </w:r>
          </w:p>
        </w:tc>
        <w:tc>
          <w:tcPr>
            <w:tcW w:w="5812" w:type="dxa"/>
          </w:tcPr>
          <w:p w14:paraId="2FA1D313" w14:textId="59DC0D08" w:rsidR="00642CC8" w:rsidRPr="00A87925" w:rsidRDefault="00642CC8" w:rsidP="00896CE8">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Ing. Vít </w:t>
            </w:r>
            <w:proofErr w:type="spellStart"/>
            <w:r>
              <w:rPr>
                <w:rStyle w:val="Nadpisvtabulce"/>
                <w:b w:val="0"/>
              </w:rPr>
              <w:t>Moštěk</w:t>
            </w:r>
            <w:proofErr w:type="spellEnd"/>
          </w:p>
        </w:tc>
      </w:tr>
      <w:tr w:rsidR="00642CC8" w:rsidRPr="00165A92" w14:paraId="42F1AD9A"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0CA94788" w14:textId="77777777" w:rsidR="00642CC8" w:rsidRPr="00165A92" w:rsidRDefault="00642CC8" w:rsidP="00896CE8">
            <w:pPr>
              <w:pStyle w:val="Tabulka"/>
            </w:pPr>
            <w:r w:rsidRPr="00165A92">
              <w:t>Adresa</w:t>
            </w:r>
          </w:p>
        </w:tc>
        <w:tc>
          <w:tcPr>
            <w:tcW w:w="5812" w:type="dxa"/>
          </w:tcPr>
          <w:p w14:paraId="5529E2E1" w14:textId="6CCF2680" w:rsidR="00642CC8" w:rsidRPr="00A87925"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 SEE Hradec Králové</w:t>
            </w:r>
          </w:p>
        </w:tc>
      </w:tr>
      <w:tr w:rsidR="00642CC8" w:rsidRPr="00165A92" w14:paraId="26F9AAF8"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4C9DBAF2" w14:textId="77777777" w:rsidR="00642CC8" w:rsidRPr="00165A92" w:rsidRDefault="00642CC8" w:rsidP="00896CE8">
            <w:pPr>
              <w:pStyle w:val="Tabulka"/>
            </w:pPr>
            <w:r w:rsidRPr="00165A92">
              <w:t>E-mail</w:t>
            </w:r>
          </w:p>
        </w:tc>
        <w:tc>
          <w:tcPr>
            <w:tcW w:w="5812" w:type="dxa"/>
          </w:tcPr>
          <w:p w14:paraId="5A19B320" w14:textId="1B13401C" w:rsidR="00642CC8" w:rsidRPr="00A87925"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Mostek@spravazelenic.cz</w:t>
            </w:r>
          </w:p>
        </w:tc>
      </w:tr>
      <w:tr w:rsidR="00642CC8" w:rsidRPr="00165A92" w14:paraId="1FE94DDF"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5320A57D" w14:textId="77777777" w:rsidR="00642CC8" w:rsidRPr="00165A92" w:rsidRDefault="00642CC8" w:rsidP="00896CE8">
            <w:pPr>
              <w:pStyle w:val="Tabulka"/>
            </w:pPr>
            <w:r w:rsidRPr="00165A92">
              <w:t>Telefon</w:t>
            </w:r>
          </w:p>
        </w:tc>
        <w:tc>
          <w:tcPr>
            <w:tcW w:w="5812" w:type="dxa"/>
          </w:tcPr>
          <w:p w14:paraId="26798B7F" w14:textId="57EB328C" w:rsidR="00642CC8" w:rsidRPr="00A87925"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972 325 514</w:t>
            </w:r>
          </w:p>
        </w:tc>
      </w:tr>
    </w:tbl>
    <w:p w14:paraId="545D2978" w14:textId="77777777" w:rsidR="00642CC8" w:rsidRPr="00165A92" w:rsidRDefault="00642CC8" w:rsidP="00642CC8">
      <w:pPr>
        <w:pStyle w:val="Textbezodsazen"/>
      </w:pPr>
    </w:p>
    <w:p w14:paraId="150CC90C" w14:textId="77777777" w:rsidR="00642CC8" w:rsidRPr="00165A92" w:rsidRDefault="00642CC8" w:rsidP="00642CC8">
      <w:pPr>
        <w:pStyle w:val="Textbezodsazen"/>
      </w:pPr>
    </w:p>
    <w:p w14:paraId="26898CC8" w14:textId="77777777" w:rsidR="00642CC8" w:rsidRPr="00165A92" w:rsidRDefault="00642CC8" w:rsidP="00642CC8">
      <w:pPr>
        <w:pStyle w:val="Textbezodsazen"/>
      </w:pPr>
    </w:p>
    <w:p w14:paraId="05EA89B6" w14:textId="77777777" w:rsidR="00642CC8" w:rsidRPr="00165A92" w:rsidRDefault="00642CC8" w:rsidP="00642CC8">
      <w:pPr>
        <w:pStyle w:val="Nadpistabulky"/>
        <w:rPr>
          <w:rFonts w:asciiTheme="minorHAnsi" w:hAnsiTheme="minorHAnsi"/>
          <w:sz w:val="18"/>
          <w:szCs w:val="18"/>
        </w:rPr>
      </w:pPr>
      <w:r w:rsidRPr="00165A92">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642CC8" w:rsidRPr="00165A92" w14:paraId="3F650886"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1AF50" w14:textId="77777777" w:rsidR="00642CC8" w:rsidRPr="008D59AA" w:rsidRDefault="00642CC8" w:rsidP="00896CE8">
            <w:pPr>
              <w:pStyle w:val="Tabulka"/>
              <w:rPr>
                <w:rStyle w:val="Nadpisvtabulce"/>
              </w:rPr>
            </w:pPr>
            <w:r w:rsidRPr="008D59AA">
              <w:rPr>
                <w:rStyle w:val="Nadpisvtabulce"/>
              </w:rPr>
              <w:t>Jméno a příjmení</w:t>
            </w:r>
          </w:p>
        </w:tc>
        <w:tc>
          <w:tcPr>
            <w:tcW w:w="5812" w:type="dxa"/>
          </w:tcPr>
          <w:p w14:paraId="689F3945" w14:textId="77777777" w:rsidR="00642CC8" w:rsidRPr="00767DA2" w:rsidRDefault="00642CC8" w:rsidP="00896CE8">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Jan Sloupenský</w:t>
            </w:r>
          </w:p>
        </w:tc>
      </w:tr>
      <w:tr w:rsidR="00642CC8" w:rsidRPr="00165A92" w14:paraId="38B3B6CF"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2204CB35" w14:textId="77777777" w:rsidR="00642CC8" w:rsidRPr="00165A92" w:rsidRDefault="00642CC8" w:rsidP="00896CE8">
            <w:pPr>
              <w:pStyle w:val="Tabulka"/>
            </w:pPr>
            <w:r w:rsidRPr="00165A92">
              <w:t>Adresa</w:t>
            </w:r>
          </w:p>
        </w:tc>
        <w:tc>
          <w:tcPr>
            <w:tcW w:w="5812" w:type="dxa"/>
          </w:tcPr>
          <w:p w14:paraId="2CF47185" w14:textId="2897DB02"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Praha, ÚNP, RP Pardubice</w:t>
            </w:r>
          </w:p>
        </w:tc>
      </w:tr>
      <w:tr w:rsidR="00642CC8" w:rsidRPr="00165A92" w14:paraId="4874C343"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61790594" w14:textId="77777777" w:rsidR="00642CC8" w:rsidRPr="00165A92" w:rsidRDefault="00642CC8" w:rsidP="00896CE8">
            <w:pPr>
              <w:pStyle w:val="Tabulka"/>
            </w:pPr>
            <w:r w:rsidRPr="00165A92">
              <w:t>E-mail</w:t>
            </w:r>
          </w:p>
        </w:tc>
        <w:tc>
          <w:tcPr>
            <w:tcW w:w="5812" w:type="dxa"/>
          </w:tcPr>
          <w:p w14:paraId="7AD7EB8F" w14:textId="77777777"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Sloupensky@spravazeleznic.cz</w:t>
            </w:r>
          </w:p>
        </w:tc>
      </w:tr>
      <w:tr w:rsidR="00642CC8" w:rsidRPr="00165A92" w14:paraId="26CDC47D"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4273B3FC" w14:textId="77777777" w:rsidR="00642CC8" w:rsidRPr="00165A92" w:rsidRDefault="00642CC8" w:rsidP="00896CE8">
            <w:pPr>
              <w:pStyle w:val="Tabulka"/>
            </w:pPr>
            <w:r w:rsidRPr="00165A92">
              <w:t>Telefon</w:t>
            </w:r>
          </w:p>
        </w:tc>
        <w:tc>
          <w:tcPr>
            <w:tcW w:w="5812" w:type="dxa"/>
          </w:tcPr>
          <w:p w14:paraId="6BCCB1CC" w14:textId="77777777"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601 327 749</w:t>
            </w:r>
          </w:p>
        </w:tc>
      </w:tr>
    </w:tbl>
    <w:p w14:paraId="3EF7C01C" w14:textId="77777777" w:rsidR="00642CC8" w:rsidRPr="00165A92" w:rsidRDefault="00642CC8" w:rsidP="00642CC8">
      <w:pPr>
        <w:pStyle w:val="Textbezodsazen"/>
      </w:pPr>
    </w:p>
    <w:p w14:paraId="4191BDB3" w14:textId="77777777" w:rsidR="00642CC8" w:rsidRPr="00165A92" w:rsidRDefault="00642CC8" w:rsidP="00642CC8">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42CC8" w:rsidRPr="00165A92" w14:paraId="59F1B8EE"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F275977" w14:textId="77777777" w:rsidR="00642CC8" w:rsidRPr="008D59AA" w:rsidRDefault="00642CC8" w:rsidP="00896CE8">
            <w:pPr>
              <w:pStyle w:val="Tabulka"/>
              <w:rPr>
                <w:rStyle w:val="Nadpisvtabulce"/>
              </w:rPr>
            </w:pPr>
            <w:r w:rsidRPr="008D59AA">
              <w:rPr>
                <w:rStyle w:val="Nadpisvtabulce"/>
              </w:rPr>
              <w:t>Jméno a příjmení</w:t>
            </w:r>
          </w:p>
        </w:tc>
        <w:tc>
          <w:tcPr>
            <w:tcW w:w="5812" w:type="dxa"/>
          </w:tcPr>
          <w:p w14:paraId="739FF11C" w14:textId="77777777" w:rsidR="00642CC8" w:rsidRPr="00767DA2" w:rsidRDefault="00642CC8" w:rsidP="00896CE8">
            <w:pPr>
              <w:pStyle w:val="Tabulka"/>
              <w:cnfStyle w:val="100000000000" w:firstRow="1" w:lastRow="0" w:firstColumn="0" w:lastColumn="0" w:oddVBand="0" w:evenVBand="0" w:oddHBand="0" w:evenHBand="0" w:firstRowFirstColumn="0" w:firstRowLastColumn="0" w:lastRowFirstColumn="0" w:lastRowLastColumn="0"/>
              <w:rPr>
                <w:b/>
              </w:rPr>
            </w:pPr>
            <w:r w:rsidRPr="00E57CF4">
              <w:t>Martin Černý</w:t>
            </w:r>
          </w:p>
        </w:tc>
      </w:tr>
      <w:tr w:rsidR="00642CC8" w:rsidRPr="00165A92" w14:paraId="042C70EF" w14:textId="77777777" w:rsidTr="00896CE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95062BF" w14:textId="77777777" w:rsidR="00642CC8" w:rsidRPr="00165A92" w:rsidRDefault="00642CC8" w:rsidP="00896CE8">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BE8FC87" w14:textId="39AA0445"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sidRPr="00E57CF4">
              <w:t>Oblastní ředitelství Hradec Králové</w:t>
            </w:r>
            <w:r>
              <w:t>, SEE Hradec Králové</w:t>
            </w:r>
          </w:p>
        </w:tc>
      </w:tr>
      <w:tr w:rsidR="00642CC8" w:rsidRPr="00165A92" w14:paraId="3C3A6E3F" w14:textId="77777777" w:rsidTr="00896CE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7F5228B" w14:textId="77777777" w:rsidR="00642CC8" w:rsidRPr="00165A92" w:rsidRDefault="00642CC8" w:rsidP="00896CE8">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523AFE4B" w14:textId="77777777"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sidRPr="00E57CF4">
              <w:t>CernyMa@spravazeleznic.cz</w:t>
            </w:r>
          </w:p>
        </w:tc>
      </w:tr>
      <w:tr w:rsidR="00642CC8" w:rsidRPr="00165A92" w14:paraId="506FFB76" w14:textId="77777777" w:rsidTr="00896CE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8A4290D" w14:textId="77777777" w:rsidR="00642CC8" w:rsidRPr="00165A92" w:rsidRDefault="00642CC8" w:rsidP="00896CE8">
            <w:pPr>
              <w:pStyle w:val="Tabulka"/>
            </w:pPr>
            <w:r w:rsidRPr="00165A92">
              <w:t>Telefon</w:t>
            </w:r>
          </w:p>
        </w:tc>
        <w:tc>
          <w:tcPr>
            <w:tcW w:w="5812" w:type="dxa"/>
            <w:tcBorders>
              <w:top w:val="single" w:sz="2" w:space="0" w:color="auto"/>
              <w:left w:val="single" w:sz="2" w:space="0" w:color="auto"/>
              <w:bottom w:val="nil"/>
              <w:right w:val="nil"/>
            </w:tcBorders>
          </w:tcPr>
          <w:p w14:paraId="3CC79A1C" w14:textId="77777777" w:rsidR="00642CC8" w:rsidRPr="00767DA2" w:rsidRDefault="00642CC8" w:rsidP="00896CE8">
            <w:pPr>
              <w:pStyle w:val="Tabulka"/>
              <w:cnfStyle w:val="000000000000" w:firstRow="0" w:lastRow="0" w:firstColumn="0" w:lastColumn="0" w:oddVBand="0" w:evenVBand="0" w:oddHBand="0" w:evenHBand="0" w:firstRowFirstColumn="0" w:firstRowLastColumn="0" w:lastRowFirstColumn="0" w:lastRowLastColumn="0"/>
              <w:rPr>
                <w:b/>
              </w:rPr>
            </w:pPr>
            <w:r w:rsidRPr="00E57CF4">
              <w:t>972 322 819</w:t>
            </w:r>
          </w:p>
        </w:tc>
      </w:tr>
    </w:tbl>
    <w:p w14:paraId="4F3F62F9" w14:textId="77777777" w:rsidR="00642CC8" w:rsidRDefault="00642CC8" w:rsidP="00081405">
      <w:pPr>
        <w:pStyle w:val="Textbezodsazen"/>
        <w:rPr>
          <w:b/>
        </w:rPr>
      </w:pPr>
    </w:p>
    <w:p w14:paraId="2596F238" w14:textId="4B63D06A"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5B558E62" w14:textId="77777777" w:rsidR="00642CC8" w:rsidRPr="00165A92" w:rsidRDefault="00642CC8" w:rsidP="00642CC8">
      <w:pPr>
        <w:pStyle w:val="Nadpistabulky"/>
        <w:rPr>
          <w:sz w:val="18"/>
          <w:szCs w:val="18"/>
        </w:rPr>
      </w:pPr>
      <w:r w:rsidRPr="00165A92">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642CC8" w:rsidRPr="00165A92" w14:paraId="11A614C2"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442DD3" w14:textId="77777777" w:rsidR="00642CC8" w:rsidRPr="00165A92" w:rsidRDefault="00642CC8" w:rsidP="00896CE8">
            <w:pPr>
              <w:pStyle w:val="Tabulka"/>
              <w:rPr>
                <w:rStyle w:val="Nadpisvtabulce"/>
              </w:rPr>
            </w:pPr>
            <w:r w:rsidRPr="00165A92">
              <w:rPr>
                <w:rStyle w:val="Nadpisvtabulce"/>
              </w:rPr>
              <w:t>Jméno a příjmení</w:t>
            </w:r>
          </w:p>
        </w:tc>
        <w:tc>
          <w:tcPr>
            <w:tcW w:w="5812" w:type="dxa"/>
          </w:tcPr>
          <w:p w14:paraId="5E9EEAE4" w14:textId="77777777" w:rsidR="00642CC8" w:rsidRPr="00165A92" w:rsidRDefault="00642CC8" w:rsidP="00896CE8">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529CDB0F"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2B77077B" w14:textId="77777777" w:rsidR="00642CC8" w:rsidRPr="00165A92" w:rsidRDefault="00642CC8" w:rsidP="00896CE8">
            <w:pPr>
              <w:pStyle w:val="Tabulka"/>
            </w:pPr>
            <w:r w:rsidRPr="00165A92">
              <w:t>Adresa</w:t>
            </w:r>
          </w:p>
        </w:tc>
        <w:tc>
          <w:tcPr>
            <w:tcW w:w="5812" w:type="dxa"/>
          </w:tcPr>
          <w:p w14:paraId="1066CB95" w14:textId="77777777" w:rsidR="00642CC8" w:rsidRPr="00C03769"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6888BBFB"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668CB6AC" w14:textId="77777777" w:rsidR="00642CC8" w:rsidRPr="00165A92" w:rsidRDefault="00642CC8" w:rsidP="00896CE8">
            <w:pPr>
              <w:pStyle w:val="Tabulka"/>
            </w:pPr>
            <w:r w:rsidRPr="00165A92">
              <w:t>E-mail</w:t>
            </w:r>
          </w:p>
        </w:tc>
        <w:tc>
          <w:tcPr>
            <w:tcW w:w="5812" w:type="dxa"/>
          </w:tcPr>
          <w:p w14:paraId="3F48D7B9" w14:textId="77777777" w:rsidR="00642CC8" w:rsidRPr="00165A92"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1228478D"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60A07BFA" w14:textId="77777777" w:rsidR="00642CC8" w:rsidRPr="00165A92" w:rsidRDefault="00642CC8" w:rsidP="00896CE8">
            <w:pPr>
              <w:pStyle w:val="Tabulka"/>
            </w:pPr>
            <w:r w:rsidRPr="00165A92">
              <w:t>Telefon</w:t>
            </w:r>
          </w:p>
        </w:tc>
        <w:tc>
          <w:tcPr>
            <w:tcW w:w="5812" w:type="dxa"/>
          </w:tcPr>
          <w:p w14:paraId="07C0FFF6" w14:textId="77777777" w:rsidR="00642CC8" w:rsidRPr="00165A92"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E4DB521" w14:textId="77777777" w:rsidR="00642CC8" w:rsidRPr="00165A92" w:rsidRDefault="00642CC8" w:rsidP="00642CC8">
      <w:pPr>
        <w:pStyle w:val="Tabulka"/>
      </w:pPr>
    </w:p>
    <w:p w14:paraId="762A82B6" w14:textId="77777777" w:rsidR="00642CC8" w:rsidRPr="00165A92" w:rsidRDefault="00642CC8" w:rsidP="00642CC8">
      <w:pPr>
        <w:pStyle w:val="Nadpistabulky"/>
        <w:rPr>
          <w:sz w:val="18"/>
          <w:szCs w:val="18"/>
        </w:rPr>
      </w:pPr>
      <w:r>
        <w:rPr>
          <w:sz w:val="18"/>
          <w:szCs w:val="18"/>
        </w:rPr>
        <w:t>Revizní technik pro určená technická zařízení</w:t>
      </w:r>
    </w:p>
    <w:tbl>
      <w:tblPr>
        <w:tblStyle w:val="Mkatabulky"/>
        <w:tblW w:w="8868" w:type="dxa"/>
        <w:tblLook w:val="04A0" w:firstRow="1" w:lastRow="0" w:firstColumn="1" w:lastColumn="0" w:noHBand="0" w:noVBand="1"/>
      </w:tblPr>
      <w:tblGrid>
        <w:gridCol w:w="3056"/>
        <w:gridCol w:w="5812"/>
      </w:tblGrid>
      <w:tr w:rsidR="00642CC8" w:rsidRPr="00165A92" w14:paraId="2888303D" w14:textId="77777777" w:rsidTr="00896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E56425" w14:textId="77777777" w:rsidR="00642CC8" w:rsidRPr="00165A92" w:rsidRDefault="00642CC8" w:rsidP="00896CE8">
            <w:pPr>
              <w:pStyle w:val="Tabulka"/>
              <w:rPr>
                <w:rStyle w:val="Nadpisvtabulce"/>
              </w:rPr>
            </w:pPr>
            <w:r w:rsidRPr="00165A92">
              <w:rPr>
                <w:rStyle w:val="Nadpisvtabulce"/>
              </w:rPr>
              <w:t>Jméno a příjmení</w:t>
            </w:r>
          </w:p>
        </w:tc>
        <w:tc>
          <w:tcPr>
            <w:tcW w:w="5812" w:type="dxa"/>
          </w:tcPr>
          <w:p w14:paraId="163FCC2A" w14:textId="77777777" w:rsidR="00642CC8" w:rsidRPr="00165A92" w:rsidRDefault="00642CC8" w:rsidP="00896CE8">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013A8B78"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0BAF6ADB" w14:textId="77777777" w:rsidR="00642CC8" w:rsidRPr="00165A92" w:rsidRDefault="00642CC8" w:rsidP="00896CE8">
            <w:pPr>
              <w:pStyle w:val="Tabulka"/>
            </w:pPr>
            <w:r w:rsidRPr="00165A92">
              <w:t>Adresa</w:t>
            </w:r>
          </w:p>
        </w:tc>
        <w:tc>
          <w:tcPr>
            <w:tcW w:w="5812" w:type="dxa"/>
          </w:tcPr>
          <w:p w14:paraId="63A30D1A" w14:textId="77777777" w:rsidR="00642CC8" w:rsidRPr="00165A92"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66C5DC65"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3E053916" w14:textId="77777777" w:rsidR="00642CC8" w:rsidRPr="00165A92" w:rsidRDefault="00642CC8" w:rsidP="00896CE8">
            <w:pPr>
              <w:pStyle w:val="Tabulka"/>
            </w:pPr>
            <w:r w:rsidRPr="00165A92">
              <w:t>E-mail</w:t>
            </w:r>
          </w:p>
        </w:tc>
        <w:tc>
          <w:tcPr>
            <w:tcW w:w="5812" w:type="dxa"/>
          </w:tcPr>
          <w:p w14:paraId="696BC733" w14:textId="77777777" w:rsidR="00642CC8" w:rsidRPr="00165A92"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642CC8" w:rsidRPr="00165A92" w14:paraId="038D2DF1" w14:textId="77777777" w:rsidTr="00896CE8">
        <w:tc>
          <w:tcPr>
            <w:cnfStyle w:val="001000000000" w:firstRow="0" w:lastRow="0" w:firstColumn="1" w:lastColumn="0" w:oddVBand="0" w:evenVBand="0" w:oddHBand="0" w:evenHBand="0" w:firstRowFirstColumn="0" w:firstRowLastColumn="0" w:lastRowFirstColumn="0" w:lastRowLastColumn="0"/>
            <w:tcW w:w="3056" w:type="dxa"/>
          </w:tcPr>
          <w:p w14:paraId="4FA50BF9" w14:textId="77777777" w:rsidR="00642CC8" w:rsidRPr="00165A92" w:rsidRDefault="00642CC8" w:rsidP="00896CE8">
            <w:pPr>
              <w:pStyle w:val="Tabulka"/>
            </w:pPr>
            <w:r w:rsidRPr="00165A92">
              <w:t>Telefon</w:t>
            </w:r>
          </w:p>
        </w:tc>
        <w:tc>
          <w:tcPr>
            <w:tcW w:w="5812" w:type="dxa"/>
          </w:tcPr>
          <w:p w14:paraId="09C91DE9" w14:textId="77777777" w:rsidR="00642CC8" w:rsidRPr="00165A92" w:rsidRDefault="00642CC8" w:rsidP="00896CE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412AFADF" w:rsidR="002C7A28" w:rsidRPr="002C7A28" w:rsidRDefault="004E19AA" w:rsidP="00642CC8">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642CC8">
              <w:rPr>
                <w:rFonts w:eastAsia="Times New Roman" w:cs="Calibri"/>
                <w:lang w:eastAsia="cs-CZ"/>
              </w:rPr>
              <w:t>10</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642CC8">
              <w:rPr>
                <w:rFonts w:eastAsia="Times New Roman" w:cs="Calibri"/>
                <w:lang w:eastAsia="cs-CZ"/>
              </w:rPr>
              <w:t>10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5FC43" w14:textId="77777777" w:rsidR="00D44838" w:rsidRDefault="00D44838" w:rsidP="00962258">
      <w:pPr>
        <w:spacing w:after="0" w:line="240" w:lineRule="auto"/>
      </w:pPr>
      <w:r>
        <w:separator/>
      </w:r>
    </w:p>
  </w:endnote>
  <w:endnote w:type="continuationSeparator" w:id="0">
    <w:p w14:paraId="5BC8FEA3" w14:textId="77777777" w:rsidR="00D44838" w:rsidRDefault="00D448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4838" w:rsidRPr="00A22592" w14:paraId="66AB46D4" w14:textId="77777777" w:rsidTr="00EB46E5">
      <w:tc>
        <w:tcPr>
          <w:tcW w:w="1361" w:type="dxa"/>
          <w:tcMar>
            <w:left w:w="0" w:type="dxa"/>
            <w:right w:w="0" w:type="dxa"/>
          </w:tcMar>
          <w:vAlign w:val="bottom"/>
        </w:tcPr>
        <w:p w14:paraId="357001FE" w14:textId="16DA5631" w:rsidR="00D44838" w:rsidRPr="00B8518B" w:rsidRDefault="00D4483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2E7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2E7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D44838" w:rsidRDefault="00D44838" w:rsidP="00B8518B">
          <w:pPr>
            <w:pStyle w:val="Zpat"/>
          </w:pPr>
        </w:p>
      </w:tc>
      <w:tc>
        <w:tcPr>
          <w:tcW w:w="425" w:type="dxa"/>
          <w:shd w:val="clear" w:color="auto" w:fill="auto"/>
          <w:tcMar>
            <w:left w:w="0" w:type="dxa"/>
            <w:right w:w="0" w:type="dxa"/>
          </w:tcMar>
        </w:tcPr>
        <w:p w14:paraId="6DAF8F96" w14:textId="77777777" w:rsidR="00D44838" w:rsidRDefault="00D44838" w:rsidP="00B8518B">
          <w:pPr>
            <w:pStyle w:val="Zpat"/>
          </w:pPr>
        </w:p>
      </w:tc>
      <w:tc>
        <w:tcPr>
          <w:tcW w:w="8505" w:type="dxa"/>
        </w:tcPr>
        <w:p w14:paraId="032469F4" w14:textId="77777777" w:rsidR="00D44838" w:rsidRPr="00A22592" w:rsidRDefault="00D44838" w:rsidP="00F422D3">
          <w:pPr>
            <w:pStyle w:val="Zpat0"/>
            <w:rPr>
              <w:b/>
              <w:sz w:val="14"/>
            </w:rPr>
          </w:pPr>
          <w:r w:rsidRPr="00A22592">
            <w:rPr>
              <w:b/>
              <w:sz w:val="14"/>
            </w:rPr>
            <w:t>SMLOUVA O DÍLO</w:t>
          </w:r>
        </w:p>
        <w:p w14:paraId="27015DE1" w14:textId="77777777" w:rsidR="00D44838" w:rsidRPr="00A22592" w:rsidRDefault="00D44838" w:rsidP="00F422D3">
          <w:pPr>
            <w:pStyle w:val="Zpat0"/>
            <w:rPr>
              <w:sz w:val="14"/>
            </w:rPr>
          </w:pPr>
          <w:r w:rsidRPr="00A22592">
            <w:rPr>
              <w:sz w:val="14"/>
            </w:rPr>
            <w:t>Zhotovení stavby</w:t>
          </w:r>
        </w:p>
        <w:p w14:paraId="7A7B48F8" w14:textId="7C70DF13" w:rsidR="00D44838" w:rsidRPr="00A22592" w:rsidRDefault="00D44838" w:rsidP="00F422D3">
          <w:pPr>
            <w:pStyle w:val="Zpat0"/>
            <w:rPr>
              <w:sz w:val="14"/>
            </w:rPr>
          </w:pPr>
          <w:r w:rsidRPr="000E4B02">
            <w:rPr>
              <w:sz w:val="14"/>
            </w:rPr>
            <w:t>Oprava osvětlení v žst. Trutnov střed</w:t>
          </w:r>
        </w:p>
      </w:tc>
    </w:tr>
  </w:tbl>
  <w:p w14:paraId="53C93338" w14:textId="77777777" w:rsidR="00D44838" w:rsidRPr="00B8518B" w:rsidRDefault="00D4483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D44838" w:rsidRPr="00B8518B" w:rsidRDefault="00D44838" w:rsidP="00460660">
    <w:pPr>
      <w:pStyle w:val="Zpat"/>
      <w:rPr>
        <w:sz w:val="2"/>
        <w:szCs w:val="2"/>
      </w:rPr>
    </w:pPr>
  </w:p>
  <w:p w14:paraId="79482BEC" w14:textId="77777777" w:rsidR="00D44838" w:rsidRPr="00460660" w:rsidRDefault="00D4483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4838" w:rsidRPr="00A22592" w14:paraId="22AF6DD5" w14:textId="77777777" w:rsidTr="00EB46E5">
      <w:tc>
        <w:tcPr>
          <w:tcW w:w="1361" w:type="dxa"/>
          <w:tcMar>
            <w:left w:w="0" w:type="dxa"/>
            <w:right w:w="0" w:type="dxa"/>
          </w:tcMar>
          <w:vAlign w:val="bottom"/>
        </w:tcPr>
        <w:p w14:paraId="608A442B" w14:textId="77777777" w:rsidR="00D44838" w:rsidRPr="00B8518B" w:rsidRDefault="00D44838" w:rsidP="00502690">
          <w:pPr>
            <w:pStyle w:val="Zpat"/>
            <w:jc w:val="right"/>
            <w:rPr>
              <w:rStyle w:val="slostrnky"/>
            </w:rPr>
          </w:pPr>
        </w:p>
      </w:tc>
      <w:tc>
        <w:tcPr>
          <w:tcW w:w="284" w:type="dxa"/>
          <w:shd w:val="clear" w:color="auto" w:fill="auto"/>
          <w:tcMar>
            <w:left w:w="0" w:type="dxa"/>
            <w:right w:w="0" w:type="dxa"/>
          </w:tcMar>
        </w:tcPr>
        <w:p w14:paraId="336607A1" w14:textId="77777777" w:rsidR="00D44838" w:rsidRDefault="00D44838" w:rsidP="00B8518B">
          <w:pPr>
            <w:pStyle w:val="Zpat"/>
          </w:pPr>
        </w:p>
      </w:tc>
      <w:tc>
        <w:tcPr>
          <w:tcW w:w="425" w:type="dxa"/>
          <w:shd w:val="clear" w:color="auto" w:fill="auto"/>
          <w:tcMar>
            <w:left w:w="0" w:type="dxa"/>
            <w:right w:w="0" w:type="dxa"/>
          </w:tcMar>
        </w:tcPr>
        <w:p w14:paraId="6C3F7571" w14:textId="77777777" w:rsidR="00D44838" w:rsidRDefault="00D44838" w:rsidP="00B8518B">
          <w:pPr>
            <w:pStyle w:val="Zpat"/>
          </w:pPr>
        </w:p>
      </w:tc>
      <w:tc>
        <w:tcPr>
          <w:tcW w:w="8505" w:type="dxa"/>
        </w:tcPr>
        <w:p w14:paraId="5989549A" w14:textId="77777777" w:rsidR="00D44838" w:rsidRPr="00A22592" w:rsidRDefault="00D44838" w:rsidP="00F422D3">
          <w:pPr>
            <w:pStyle w:val="Zpat0"/>
            <w:rPr>
              <w:b/>
              <w:sz w:val="14"/>
            </w:rPr>
          </w:pPr>
          <w:r>
            <w:rPr>
              <w:b/>
              <w:sz w:val="14"/>
            </w:rPr>
            <w:t>SMLOUVA O DÍLO</w:t>
          </w:r>
        </w:p>
        <w:p w14:paraId="047F8F29" w14:textId="77777777" w:rsidR="00D44838" w:rsidRPr="00A22592" w:rsidRDefault="00D44838" w:rsidP="00F95FBD">
          <w:pPr>
            <w:pStyle w:val="Zpat0"/>
            <w:rPr>
              <w:sz w:val="14"/>
            </w:rPr>
          </w:pPr>
          <w:r w:rsidRPr="00A22592">
            <w:rPr>
              <w:sz w:val="14"/>
            </w:rPr>
            <w:t>Zhotovení stavby</w:t>
          </w:r>
        </w:p>
        <w:p w14:paraId="2CA3CAFF" w14:textId="46994C4E" w:rsidR="00D44838" w:rsidRPr="00A22592" w:rsidRDefault="00D44838" w:rsidP="00F95FBD">
          <w:pPr>
            <w:pStyle w:val="Zpat0"/>
            <w:rPr>
              <w:sz w:val="14"/>
            </w:rPr>
          </w:pPr>
          <w:r w:rsidRPr="000E4B02">
            <w:rPr>
              <w:sz w:val="14"/>
            </w:rPr>
            <w:t>Oprava osvětlení v žst. Trutnov střed</w:t>
          </w:r>
        </w:p>
      </w:tc>
    </w:tr>
  </w:tbl>
  <w:p w14:paraId="3F154C03" w14:textId="77777777" w:rsidR="00D44838" w:rsidRPr="00B8518B" w:rsidRDefault="00D4483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D44838" w:rsidRPr="008F58C3" w:rsidRDefault="00D4483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A480C" w14:textId="77777777" w:rsidR="00D44838" w:rsidRDefault="00D44838" w:rsidP="00962258">
      <w:pPr>
        <w:spacing w:after="0" w:line="240" w:lineRule="auto"/>
      </w:pPr>
      <w:r>
        <w:separator/>
      </w:r>
    </w:p>
  </w:footnote>
  <w:footnote w:type="continuationSeparator" w:id="0">
    <w:p w14:paraId="41E83079" w14:textId="77777777" w:rsidR="00D44838" w:rsidRDefault="00D448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838" w14:paraId="5D031E28" w14:textId="77777777" w:rsidTr="00C02D0A">
      <w:trPr>
        <w:trHeight w:hRule="exact" w:val="454"/>
      </w:trPr>
      <w:tc>
        <w:tcPr>
          <w:tcW w:w="1361" w:type="dxa"/>
          <w:tcMar>
            <w:top w:w="57" w:type="dxa"/>
            <w:left w:w="0" w:type="dxa"/>
            <w:right w:w="0" w:type="dxa"/>
          </w:tcMar>
        </w:tcPr>
        <w:p w14:paraId="4489E32C" w14:textId="77777777" w:rsidR="00D44838" w:rsidRPr="00B8518B" w:rsidRDefault="00D44838" w:rsidP="00523EA7">
          <w:pPr>
            <w:pStyle w:val="Zpat"/>
            <w:rPr>
              <w:rStyle w:val="slostrnky"/>
            </w:rPr>
          </w:pPr>
        </w:p>
      </w:tc>
      <w:tc>
        <w:tcPr>
          <w:tcW w:w="3458" w:type="dxa"/>
          <w:shd w:val="clear" w:color="auto" w:fill="auto"/>
          <w:tcMar>
            <w:top w:w="57" w:type="dxa"/>
            <w:left w:w="0" w:type="dxa"/>
            <w:right w:w="0" w:type="dxa"/>
          </w:tcMar>
        </w:tcPr>
        <w:p w14:paraId="78DCDEDB" w14:textId="77777777" w:rsidR="00D44838" w:rsidRDefault="00D44838" w:rsidP="00523EA7">
          <w:pPr>
            <w:pStyle w:val="Zpat"/>
          </w:pPr>
        </w:p>
      </w:tc>
      <w:tc>
        <w:tcPr>
          <w:tcW w:w="5698" w:type="dxa"/>
          <w:shd w:val="clear" w:color="auto" w:fill="auto"/>
          <w:tcMar>
            <w:top w:w="57" w:type="dxa"/>
            <w:left w:w="0" w:type="dxa"/>
            <w:right w:w="0" w:type="dxa"/>
          </w:tcMar>
        </w:tcPr>
        <w:p w14:paraId="4C5E6986" w14:textId="77777777" w:rsidR="00D44838" w:rsidRPr="00D6163D" w:rsidRDefault="00D44838" w:rsidP="00D6163D">
          <w:pPr>
            <w:pStyle w:val="Druhdokumentu"/>
          </w:pPr>
        </w:p>
      </w:tc>
    </w:tr>
  </w:tbl>
  <w:p w14:paraId="5BA8D49F" w14:textId="77777777" w:rsidR="00D44838" w:rsidRPr="00D6163D" w:rsidRDefault="00D448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4838" w14:paraId="384D7FDA" w14:textId="77777777" w:rsidTr="00B22106">
      <w:trPr>
        <w:trHeight w:hRule="exact" w:val="936"/>
      </w:trPr>
      <w:tc>
        <w:tcPr>
          <w:tcW w:w="1361" w:type="dxa"/>
          <w:tcMar>
            <w:left w:w="0" w:type="dxa"/>
            <w:right w:w="0" w:type="dxa"/>
          </w:tcMar>
        </w:tcPr>
        <w:p w14:paraId="78661BD7" w14:textId="77777777" w:rsidR="00D44838" w:rsidRPr="00B8518B" w:rsidRDefault="00D44838" w:rsidP="00FC6389">
          <w:pPr>
            <w:pStyle w:val="Zpat"/>
            <w:rPr>
              <w:rStyle w:val="slostrnky"/>
            </w:rPr>
          </w:pPr>
        </w:p>
      </w:tc>
      <w:tc>
        <w:tcPr>
          <w:tcW w:w="3458" w:type="dxa"/>
          <w:shd w:val="clear" w:color="auto" w:fill="auto"/>
          <w:tcMar>
            <w:left w:w="0" w:type="dxa"/>
            <w:right w:w="0" w:type="dxa"/>
          </w:tcMar>
        </w:tcPr>
        <w:p w14:paraId="0046FBB3" w14:textId="77777777" w:rsidR="00D44838" w:rsidRDefault="00D44838" w:rsidP="00FC6389">
          <w:pPr>
            <w:pStyle w:val="Zpat"/>
          </w:pPr>
        </w:p>
      </w:tc>
      <w:tc>
        <w:tcPr>
          <w:tcW w:w="5756" w:type="dxa"/>
          <w:shd w:val="clear" w:color="auto" w:fill="auto"/>
          <w:tcMar>
            <w:left w:w="0" w:type="dxa"/>
            <w:right w:w="0" w:type="dxa"/>
          </w:tcMar>
        </w:tcPr>
        <w:p w14:paraId="3E32A76B" w14:textId="77777777" w:rsidR="00D44838" w:rsidRPr="00D6163D" w:rsidRDefault="00D44838" w:rsidP="00FC6389">
          <w:pPr>
            <w:pStyle w:val="Druhdokumentu"/>
          </w:pPr>
        </w:p>
      </w:tc>
    </w:tr>
    <w:tr w:rsidR="00D44838" w14:paraId="1C69BDF4" w14:textId="77777777" w:rsidTr="00B22106">
      <w:trPr>
        <w:trHeight w:hRule="exact" w:val="936"/>
      </w:trPr>
      <w:tc>
        <w:tcPr>
          <w:tcW w:w="1361" w:type="dxa"/>
          <w:tcMar>
            <w:left w:w="0" w:type="dxa"/>
            <w:right w:w="0" w:type="dxa"/>
          </w:tcMar>
        </w:tcPr>
        <w:p w14:paraId="102E971B" w14:textId="77777777" w:rsidR="00D44838" w:rsidRPr="00B8518B" w:rsidRDefault="00D44838" w:rsidP="00FC6389">
          <w:pPr>
            <w:pStyle w:val="Zpat"/>
            <w:rPr>
              <w:rStyle w:val="slostrnky"/>
            </w:rPr>
          </w:pPr>
        </w:p>
      </w:tc>
      <w:tc>
        <w:tcPr>
          <w:tcW w:w="3458" w:type="dxa"/>
          <w:shd w:val="clear" w:color="auto" w:fill="auto"/>
          <w:tcMar>
            <w:left w:w="0" w:type="dxa"/>
            <w:right w:w="0" w:type="dxa"/>
          </w:tcMar>
        </w:tcPr>
        <w:p w14:paraId="6667902B" w14:textId="77777777" w:rsidR="00D44838" w:rsidRDefault="00D44838" w:rsidP="00FC6389">
          <w:pPr>
            <w:pStyle w:val="Zpat"/>
          </w:pPr>
        </w:p>
      </w:tc>
      <w:tc>
        <w:tcPr>
          <w:tcW w:w="5756" w:type="dxa"/>
          <w:shd w:val="clear" w:color="auto" w:fill="auto"/>
          <w:tcMar>
            <w:left w:w="0" w:type="dxa"/>
            <w:right w:w="0" w:type="dxa"/>
          </w:tcMar>
        </w:tcPr>
        <w:p w14:paraId="2E12A5A7" w14:textId="77777777" w:rsidR="00D44838" w:rsidRPr="00D6163D" w:rsidRDefault="00D44838" w:rsidP="00FC6389">
          <w:pPr>
            <w:pStyle w:val="Druhdokumentu"/>
          </w:pPr>
        </w:p>
      </w:tc>
    </w:tr>
  </w:tbl>
  <w:p w14:paraId="1FA8FBA8" w14:textId="77777777" w:rsidR="00D44838" w:rsidRPr="00D6163D" w:rsidRDefault="00D44838"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D44838" w:rsidRPr="00460660" w:rsidRDefault="00D4483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838" w14:paraId="692406C5" w14:textId="77777777" w:rsidTr="00C02D0A">
      <w:trPr>
        <w:trHeight w:hRule="exact" w:val="454"/>
      </w:trPr>
      <w:tc>
        <w:tcPr>
          <w:tcW w:w="1361" w:type="dxa"/>
          <w:tcMar>
            <w:top w:w="57" w:type="dxa"/>
            <w:left w:w="0" w:type="dxa"/>
            <w:right w:w="0" w:type="dxa"/>
          </w:tcMar>
        </w:tcPr>
        <w:p w14:paraId="3ED70212" w14:textId="77777777" w:rsidR="00D44838" w:rsidRPr="00B8518B" w:rsidRDefault="00D44838" w:rsidP="00523EA7">
          <w:pPr>
            <w:pStyle w:val="Zpat"/>
            <w:rPr>
              <w:rStyle w:val="slostrnky"/>
            </w:rPr>
          </w:pPr>
        </w:p>
      </w:tc>
      <w:tc>
        <w:tcPr>
          <w:tcW w:w="3458" w:type="dxa"/>
          <w:shd w:val="clear" w:color="auto" w:fill="auto"/>
          <w:tcMar>
            <w:top w:w="57" w:type="dxa"/>
            <w:left w:w="0" w:type="dxa"/>
            <w:right w:w="0" w:type="dxa"/>
          </w:tcMar>
        </w:tcPr>
        <w:p w14:paraId="59774E18" w14:textId="77777777" w:rsidR="00D44838" w:rsidRDefault="00D44838" w:rsidP="00523EA7">
          <w:pPr>
            <w:pStyle w:val="Zpat"/>
          </w:pPr>
        </w:p>
      </w:tc>
      <w:tc>
        <w:tcPr>
          <w:tcW w:w="5698" w:type="dxa"/>
          <w:shd w:val="clear" w:color="auto" w:fill="auto"/>
          <w:tcMar>
            <w:top w:w="57" w:type="dxa"/>
            <w:left w:w="0" w:type="dxa"/>
            <w:right w:w="0" w:type="dxa"/>
          </w:tcMar>
        </w:tcPr>
        <w:p w14:paraId="50FBDB97" w14:textId="77777777" w:rsidR="00D44838" w:rsidRPr="00D6163D" w:rsidRDefault="00D44838" w:rsidP="00D6163D">
          <w:pPr>
            <w:pStyle w:val="Druhdokumentu"/>
          </w:pPr>
        </w:p>
      </w:tc>
    </w:tr>
  </w:tbl>
  <w:p w14:paraId="2624A862" w14:textId="77777777" w:rsidR="00D44838" w:rsidRPr="00D6163D" w:rsidRDefault="00D4483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838" w14:paraId="7E53CC94" w14:textId="77777777" w:rsidTr="00C02D0A">
      <w:trPr>
        <w:trHeight w:hRule="exact" w:val="454"/>
      </w:trPr>
      <w:tc>
        <w:tcPr>
          <w:tcW w:w="1361" w:type="dxa"/>
          <w:tcMar>
            <w:top w:w="57" w:type="dxa"/>
            <w:left w:w="0" w:type="dxa"/>
            <w:right w:w="0" w:type="dxa"/>
          </w:tcMar>
        </w:tcPr>
        <w:p w14:paraId="5B1C5B69" w14:textId="77777777" w:rsidR="00D44838" w:rsidRPr="00B8518B" w:rsidRDefault="00D44838" w:rsidP="00523EA7">
          <w:pPr>
            <w:pStyle w:val="Zpat"/>
            <w:rPr>
              <w:rStyle w:val="slostrnky"/>
            </w:rPr>
          </w:pPr>
        </w:p>
      </w:tc>
      <w:tc>
        <w:tcPr>
          <w:tcW w:w="3458" w:type="dxa"/>
          <w:shd w:val="clear" w:color="auto" w:fill="auto"/>
          <w:tcMar>
            <w:top w:w="57" w:type="dxa"/>
            <w:left w:w="0" w:type="dxa"/>
            <w:right w:w="0" w:type="dxa"/>
          </w:tcMar>
        </w:tcPr>
        <w:p w14:paraId="69EBB16B" w14:textId="77777777" w:rsidR="00D44838" w:rsidRDefault="00D44838" w:rsidP="00523EA7">
          <w:pPr>
            <w:pStyle w:val="Zpat"/>
          </w:pPr>
        </w:p>
      </w:tc>
      <w:tc>
        <w:tcPr>
          <w:tcW w:w="5698" w:type="dxa"/>
          <w:shd w:val="clear" w:color="auto" w:fill="auto"/>
          <w:tcMar>
            <w:top w:w="57" w:type="dxa"/>
            <w:left w:w="0" w:type="dxa"/>
            <w:right w:w="0" w:type="dxa"/>
          </w:tcMar>
        </w:tcPr>
        <w:p w14:paraId="120253C1" w14:textId="77777777" w:rsidR="00D44838" w:rsidRPr="00D6163D" w:rsidRDefault="00D44838" w:rsidP="00D6163D">
          <w:pPr>
            <w:pStyle w:val="Druhdokumentu"/>
          </w:pPr>
        </w:p>
      </w:tc>
    </w:tr>
  </w:tbl>
  <w:p w14:paraId="6FDC562E" w14:textId="77777777" w:rsidR="00D44838" w:rsidRPr="00D6163D" w:rsidRDefault="00D4483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838" w14:paraId="46017BCD" w14:textId="77777777" w:rsidTr="00C02D0A">
      <w:trPr>
        <w:trHeight w:hRule="exact" w:val="454"/>
      </w:trPr>
      <w:tc>
        <w:tcPr>
          <w:tcW w:w="1361" w:type="dxa"/>
          <w:tcMar>
            <w:top w:w="57" w:type="dxa"/>
            <w:left w:w="0" w:type="dxa"/>
            <w:right w:w="0" w:type="dxa"/>
          </w:tcMar>
        </w:tcPr>
        <w:p w14:paraId="3D3A857B" w14:textId="77777777" w:rsidR="00D44838" w:rsidRPr="00B8518B" w:rsidRDefault="00D44838" w:rsidP="00523EA7">
          <w:pPr>
            <w:pStyle w:val="Zpat"/>
            <w:rPr>
              <w:rStyle w:val="slostrnky"/>
            </w:rPr>
          </w:pPr>
        </w:p>
      </w:tc>
      <w:tc>
        <w:tcPr>
          <w:tcW w:w="3458" w:type="dxa"/>
          <w:shd w:val="clear" w:color="auto" w:fill="auto"/>
          <w:tcMar>
            <w:top w:w="57" w:type="dxa"/>
            <w:left w:w="0" w:type="dxa"/>
            <w:right w:w="0" w:type="dxa"/>
          </w:tcMar>
        </w:tcPr>
        <w:p w14:paraId="091F922F" w14:textId="77777777" w:rsidR="00D44838" w:rsidRDefault="00D44838" w:rsidP="00523EA7">
          <w:pPr>
            <w:pStyle w:val="Zpat"/>
          </w:pPr>
        </w:p>
      </w:tc>
      <w:tc>
        <w:tcPr>
          <w:tcW w:w="5698" w:type="dxa"/>
          <w:shd w:val="clear" w:color="auto" w:fill="auto"/>
          <w:tcMar>
            <w:top w:w="57" w:type="dxa"/>
            <w:left w:w="0" w:type="dxa"/>
            <w:right w:w="0" w:type="dxa"/>
          </w:tcMar>
        </w:tcPr>
        <w:p w14:paraId="1B37C807" w14:textId="77777777" w:rsidR="00D44838" w:rsidRPr="00D6163D" w:rsidRDefault="00D44838" w:rsidP="00D6163D">
          <w:pPr>
            <w:pStyle w:val="Druhdokumentu"/>
          </w:pPr>
        </w:p>
      </w:tc>
    </w:tr>
  </w:tbl>
  <w:p w14:paraId="41F73759" w14:textId="77777777" w:rsidR="00D44838" w:rsidRPr="00D6163D" w:rsidRDefault="00D4483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838" w14:paraId="1A796983" w14:textId="77777777" w:rsidTr="00C02D0A">
      <w:trPr>
        <w:trHeight w:hRule="exact" w:val="454"/>
      </w:trPr>
      <w:tc>
        <w:tcPr>
          <w:tcW w:w="1361" w:type="dxa"/>
          <w:tcMar>
            <w:top w:w="57" w:type="dxa"/>
            <w:left w:w="0" w:type="dxa"/>
            <w:right w:w="0" w:type="dxa"/>
          </w:tcMar>
        </w:tcPr>
        <w:p w14:paraId="2C49E13B" w14:textId="77777777" w:rsidR="00D44838" w:rsidRPr="00B8518B" w:rsidRDefault="00D44838" w:rsidP="00523EA7">
          <w:pPr>
            <w:pStyle w:val="Zpat"/>
            <w:rPr>
              <w:rStyle w:val="slostrnky"/>
            </w:rPr>
          </w:pPr>
        </w:p>
      </w:tc>
      <w:tc>
        <w:tcPr>
          <w:tcW w:w="3458" w:type="dxa"/>
          <w:shd w:val="clear" w:color="auto" w:fill="auto"/>
          <w:tcMar>
            <w:top w:w="57" w:type="dxa"/>
            <w:left w:w="0" w:type="dxa"/>
            <w:right w:w="0" w:type="dxa"/>
          </w:tcMar>
        </w:tcPr>
        <w:p w14:paraId="29525732" w14:textId="77777777" w:rsidR="00D44838" w:rsidRDefault="00D44838" w:rsidP="00523EA7">
          <w:pPr>
            <w:pStyle w:val="Zpat"/>
          </w:pPr>
        </w:p>
      </w:tc>
      <w:tc>
        <w:tcPr>
          <w:tcW w:w="5698" w:type="dxa"/>
          <w:shd w:val="clear" w:color="auto" w:fill="auto"/>
          <w:tcMar>
            <w:top w:w="57" w:type="dxa"/>
            <w:left w:w="0" w:type="dxa"/>
            <w:right w:w="0" w:type="dxa"/>
          </w:tcMar>
        </w:tcPr>
        <w:p w14:paraId="56E7ECEF" w14:textId="77777777" w:rsidR="00D44838" w:rsidRPr="00D6163D" w:rsidRDefault="00D44838" w:rsidP="00D6163D">
          <w:pPr>
            <w:pStyle w:val="Druhdokumentu"/>
          </w:pPr>
        </w:p>
      </w:tc>
    </w:tr>
  </w:tbl>
  <w:p w14:paraId="3ED19484" w14:textId="77777777" w:rsidR="00D44838" w:rsidRPr="00D6163D" w:rsidRDefault="00D4483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E4B02"/>
    <w:rsid w:val="000F3947"/>
    <w:rsid w:val="00103401"/>
    <w:rsid w:val="00112864"/>
    <w:rsid w:val="00114472"/>
    <w:rsid w:val="00114988"/>
    <w:rsid w:val="00115069"/>
    <w:rsid w:val="001150F2"/>
    <w:rsid w:val="00120115"/>
    <w:rsid w:val="00135ABA"/>
    <w:rsid w:val="00135DFF"/>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1AA9"/>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964BB"/>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0277"/>
    <w:rsid w:val="005736B7"/>
    <w:rsid w:val="0057416E"/>
    <w:rsid w:val="00575E5A"/>
    <w:rsid w:val="00580245"/>
    <w:rsid w:val="005823AD"/>
    <w:rsid w:val="00583B03"/>
    <w:rsid w:val="00595AAC"/>
    <w:rsid w:val="00595DEF"/>
    <w:rsid w:val="00597F47"/>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2CC8"/>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1FB"/>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6CE8"/>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4A27"/>
    <w:rsid w:val="00A375BB"/>
    <w:rsid w:val="00A44B98"/>
    <w:rsid w:val="00A50641"/>
    <w:rsid w:val="00A530BF"/>
    <w:rsid w:val="00A55317"/>
    <w:rsid w:val="00A559E9"/>
    <w:rsid w:val="00A6177B"/>
    <w:rsid w:val="00A62E77"/>
    <w:rsid w:val="00A633DD"/>
    <w:rsid w:val="00A6430A"/>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4E8D"/>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BF08FC"/>
    <w:rsid w:val="00C021E1"/>
    <w:rsid w:val="00C02D0A"/>
    <w:rsid w:val="00C03769"/>
    <w:rsid w:val="00C03A6E"/>
    <w:rsid w:val="00C04C8C"/>
    <w:rsid w:val="00C06617"/>
    <w:rsid w:val="00C11B06"/>
    <w:rsid w:val="00C226C0"/>
    <w:rsid w:val="00C30DDE"/>
    <w:rsid w:val="00C3257D"/>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3306"/>
    <w:rsid w:val="00CC53E5"/>
    <w:rsid w:val="00CC7C8F"/>
    <w:rsid w:val="00CD1FC4"/>
    <w:rsid w:val="00CD6B53"/>
    <w:rsid w:val="00CE44E0"/>
    <w:rsid w:val="00CF3C6B"/>
    <w:rsid w:val="00D034A0"/>
    <w:rsid w:val="00D21061"/>
    <w:rsid w:val="00D32554"/>
    <w:rsid w:val="00D40A8A"/>
    <w:rsid w:val="00D4108E"/>
    <w:rsid w:val="00D4328E"/>
    <w:rsid w:val="00D44838"/>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5A14"/>
    <w:rsid w:val="00E5692B"/>
    <w:rsid w:val="00E57FBE"/>
    <w:rsid w:val="00E618C4"/>
    <w:rsid w:val="00E62215"/>
    <w:rsid w:val="00E65EE7"/>
    <w:rsid w:val="00E66752"/>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D4429"/>
    <w:rsid w:val="00FE2E4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608A08F-5DAE-4B22-A915-55BCC2A88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TotalTime>
  <Pages>26</Pages>
  <Words>6849</Words>
  <Characters>40413</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2019-05-15T08:59:00Z</cp:lastPrinted>
  <dcterms:created xsi:type="dcterms:W3CDTF">2022-12-07T06:45:00Z</dcterms:created>
  <dcterms:modified xsi:type="dcterms:W3CDTF">2022-12-14T06:05:00Z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